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A15F4" w14:textId="77777777" w:rsidR="00170435" w:rsidRDefault="00D80553">
      <w:pPr>
        <w:pStyle w:val="berschrift1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D4DE17" wp14:editId="3658F412">
                <wp:simplePos x="0" y="0"/>
                <wp:positionH relativeFrom="column">
                  <wp:posOffset>3038475</wp:posOffset>
                </wp:positionH>
                <wp:positionV relativeFrom="paragraph">
                  <wp:posOffset>38100</wp:posOffset>
                </wp:positionV>
                <wp:extent cx="114300" cy="114300"/>
                <wp:effectExtent l="5080" t="5080" r="13970" b="1397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44A12" id="Rectangle 4" o:spid="_x0000_s1026" style="position:absolute;margin-left:239.25pt;margin-top:3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98169B" wp14:editId="1EA7F767">
                <wp:simplePos x="0" y="0"/>
                <wp:positionH relativeFrom="column">
                  <wp:posOffset>5281295</wp:posOffset>
                </wp:positionH>
                <wp:positionV relativeFrom="paragraph">
                  <wp:posOffset>38100</wp:posOffset>
                </wp:positionV>
                <wp:extent cx="114300" cy="114300"/>
                <wp:effectExtent l="9525" t="5080" r="9525" b="1397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03DCA" id="Rectangle 9" o:spid="_x0000_s1026" style="position:absolute;margin-left:415.85pt;margin-top:3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xL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CADBA6" wp14:editId="7D592FBD">
                <wp:simplePos x="0" y="0"/>
                <wp:positionH relativeFrom="column">
                  <wp:posOffset>1485900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080" t="5080" r="13970" b="1397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29784" id="Rectangle 5" o:spid="_x0000_s1026" style="position:absolute;margin-left:117pt;margin-top:3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MS2HAIAADs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"/>
            </w:pict>
          </mc:Fallback>
        </mc:AlternateContent>
      </w:r>
      <w:r w:rsidR="00170435">
        <w:t xml:space="preserve">Aufnahmeantrag      </w:t>
      </w:r>
      <w:r w:rsidR="003B7666">
        <w:t xml:space="preserve">   </w:t>
      </w:r>
      <w:r w:rsidR="00170435">
        <w:t xml:space="preserve">/   Ummeldung </w:t>
      </w:r>
      <w:r w:rsidR="003B7666">
        <w:tab/>
        <w:t xml:space="preserve">    /   Änderungsmitteilung </w:t>
      </w:r>
    </w:p>
    <w:p w14:paraId="4B68F48D" w14:textId="77777777" w:rsidR="00170435" w:rsidRDefault="00170435">
      <w:pPr>
        <w:rPr>
          <w:rFonts w:ascii="Arial" w:hAnsi="Arial" w:cs="Arial"/>
          <w:sz w:val="28"/>
        </w:rPr>
      </w:pPr>
    </w:p>
    <w:p w14:paraId="147AA6EF" w14:textId="77777777" w:rsidR="00170435" w:rsidRDefault="00170435">
      <w:pPr>
        <w:rPr>
          <w:rFonts w:ascii="Arial" w:hAnsi="Arial" w:cs="Arial"/>
        </w:rPr>
      </w:pPr>
      <w:r>
        <w:rPr>
          <w:rFonts w:ascii="Arial" w:hAnsi="Arial" w:cs="Arial"/>
        </w:rPr>
        <w:t>Name: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  <w:t>Vorname: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</w:t>
      </w:r>
    </w:p>
    <w:p w14:paraId="4062CCE8" w14:textId="77777777" w:rsidR="00170435" w:rsidRDefault="00170435">
      <w:pPr>
        <w:rPr>
          <w:rFonts w:ascii="Arial" w:hAnsi="Arial" w:cs="Arial"/>
        </w:rPr>
      </w:pPr>
    </w:p>
    <w:p w14:paraId="295BAEF5" w14:textId="77777777" w:rsidR="00170435" w:rsidRDefault="00170435">
      <w:pPr>
        <w:rPr>
          <w:rFonts w:ascii="Arial" w:hAnsi="Arial" w:cs="Arial"/>
        </w:rPr>
      </w:pPr>
      <w:r>
        <w:rPr>
          <w:rFonts w:ascii="Arial" w:hAnsi="Arial" w:cs="Arial"/>
        </w:rPr>
        <w:t>Geb.-Datum: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</w:t>
      </w:r>
      <w:r>
        <w:rPr>
          <w:rFonts w:ascii="Arial" w:hAnsi="Arial" w:cs="Arial"/>
        </w:rPr>
        <w:tab/>
        <w:t>Beruf: ___________________________</w:t>
      </w:r>
    </w:p>
    <w:p w14:paraId="3D53BC34" w14:textId="77777777" w:rsidR="00170435" w:rsidRDefault="00170435">
      <w:pPr>
        <w:rPr>
          <w:rFonts w:ascii="Arial" w:hAnsi="Arial" w:cs="Arial"/>
        </w:rPr>
      </w:pPr>
    </w:p>
    <w:p w14:paraId="5067F081" w14:textId="77777777" w:rsidR="00170435" w:rsidRDefault="00170435">
      <w:pPr>
        <w:rPr>
          <w:rFonts w:ascii="Arial" w:hAnsi="Arial" w:cs="Arial"/>
        </w:rPr>
      </w:pPr>
      <w:r>
        <w:rPr>
          <w:rFonts w:ascii="Arial" w:hAnsi="Arial" w:cs="Arial"/>
        </w:rPr>
        <w:t>Straße / Nr._</w:t>
      </w:r>
      <w:r w:rsidR="00B74FF3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_____________________________________________________</w:t>
      </w:r>
    </w:p>
    <w:p w14:paraId="3E8267FE" w14:textId="77777777" w:rsidR="00170435" w:rsidRDefault="00170435">
      <w:pPr>
        <w:rPr>
          <w:rFonts w:ascii="Arial" w:hAnsi="Arial" w:cs="Arial"/>
        </w:rPr>
      </w:pPr>
    </w:p>
    <w:p w14:paraId="2BDC6107" w14:textId="77777777" w:rsidR="00170435" w:rsidRDefault="00170435">
      <w:pPr>
        <w:rPr>
          <w:rFonts w:ascii="Arial" w:hAnsi="Arial" w:cs="Arial"/>
        </w:rPr>
      </w:pPr>
      <w:r>
        <w:rPr>
          <w:rFonts w:ascii="Arial" w:hAnsi="Arial" w:cs="Arial"/>
        </w:rPr>
        <w:t>PLZ: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</w:t>
      </w:r>
      <w:r>
        <w:rPr>
          <w:rFonts w:ascii="Arial" w:hAnsi="Arial" w:cs="Arial"/>
        </w:rPr>
        <w:tab/>
        <w:t>Ort: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_____________________________________________</w:t>
      </w:r>
    </w:p>
    <w:p w14:paraId="408316A5" w14:textId="77777777" w:rsidR="00170435" w:rsidRDefault="00170435">
      <w:pPr>
        <w:rPr>
          <w:rFonts w:ascii="Arial" w:hAnsi="Arial" w:cs="Arial"/>
        </w:rPr>
      </w:pPr>
    </w:p>
    <w:p w14:paraId="00088E43" w14:textId="1248079B" w:rsidR="00170435" w:rsidRDefault="00170435">
      <w:pPr>
        <w:rPr>
          <w:rFonts w:ascii="Arial" w:hAnsi="Arial" w:cs="Arial"/>
        </w:rPr>
      </w:pPr>
      <w:r>
        <w:rPr>
          <w:rFonts w:ascii="Arial" w:hAnsi="Arial" w:cs="Arial"/>
        </w:rPr>
        <w:t>Telefon: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</w:t>
      </w:r>
      <w:r w:rsidR="00B74FF3">
        <w:rPr>
          <w:rFonts w:ascii="Arial" w:hAnsi="Arial" w:cs="Arial"/>
        </w:rPr>
        <w:t>__</w:t>
      </w:r>
      <w:r>
        <w:rPr>
          <w:rFonts w:ascii="Arial" w:hAnsi="Arial" w:cs="Arial"/>
        </w:rPr>
        <w:t>_________</w:t>
      </w:r>
      <w:r w:rsidR="003B7666">
        <w:rPr>
          <w:rFonts w:ascii="Arial" w:hAnsi="Arial" w:cs="Arial"/>
        </w:rPr>
        <w:t>____</w:t>
      </w:r>
      <w:r w:rsidR="00D90265">
        <w:rPr>
          <w:rFonts w:ascii="Arial" w:hAnsi="Arial" w:cs="Arial"/>
        </w:rPr>
        <w:t>______</w:t>
      </w:r>
      <w:r w:rsidR="0048545C">
        <w:rPr>
          <w:rFonts w:ascii="Arial" w:hAnsi="Arial" w:cs="Arial"/>
        </w:rPr>
        <w:tab/>
        <w:t>E-Mail: __________________________</w:t>
      </w:r>
      <w:r w:rsidR="003B7666">
        <w:rPr>
          <w:rFonts w:ascii="Arial" w:hAnsi="Arial" w:cs="Arial"/>
        </w:rPr>
        <w:tab/>
      </w:r>
    </w:p>
    <w:p w14:paraId="63465D68" w14:textId="77777777" w:rsidR="003B7666" w:rsidRDefault="003B7666">
      <w:pPr>
        <w:rPr>
          <w:rFonts w:ascii="Arial" w:hAnsi="Arial" w:cs="Arial"/>
        </w:rPr>
      </w:pPr>
    </w:p>
    <w:p w14:paraId="1D7A3A0C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Ich bin im Besitz des Fischereischeins A Nr.: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ab/>
      </w:r>
    </w:p>
    <w:p w14:paraId="7511A89C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17E6919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Mitglied in weiteren Anglervereinen: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___________________________________</w:t>
      </w:r>
    </w:p>
    <w:p w14:paraId="2992CACF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F7B4229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Bei Ummeldung - abgemeldet bei:</w:t>
      </w:r>
      <w:r w:rsidR="00B74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____________________________________</w:t>
      </w:r>
      <w:r>
        <w:rPr>
          <w:rFonts w:ascii="Arial" w:hAnsi="Arial" w:cs="Arial"/>
        </w:rPr>
        <w:tab/>
      </w:r>
    </w:p>
    <w:p w14:paraId="36A60C5E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B35342A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Mit meiner Unterschrift* bestätige ich die Richtigkeit und Vollständigkeit der Angaben.</w:t>
      </w:r>
    </w:p>
    <w:p w14:paraId="631EE3B5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Ich versichere, dass ich aus keiner Fischereiorganisation ausgeschlossen wurde und bisher nicht wegen Vergehen gegen das Fischereirecht bestraft worden bin.</w:t>
      </w:r>
    </w:p>
    <w:p w14:paraId="3312764A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Satzung des Vereins habe ich zur Kenntnis genommen und erkenne sie als bindend an. </w:t>
      </w:r>
    </w:p>
    <w:p w14:paraId="6650BF0F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Meinen Beitrag entrichte ich pünktlich bis zum 31.03. des jeweiligen Kalenderjahres.</w:t>
      </w:r>
    </w:p>
    <w:p w14:paraId="42BE9BE8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Ein Lichtbild liegt meinem Antrag bei.</w:t>
      </w:r>
    </w:p>
    <w:p w14:paraId="256FFDFB" w14:textId="77777777" w:rsidR="00170435" w:rsidRDefault="00464DB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 w:rsidRPr="00464DBF">
        <w:rPr>
          <w:rFonts w:ascii="Arial" w:hAnsi="Arial" w:cs="Arial"/>
          <w:sz w:val="20"/>
          <w:szCs w:val="20"/>
        </w:rPr>
        <w:t xml:space="preserve">Mit meiner Unterschrift auf dem Aufnahmeantrag bestätige ich, dass ich über den Datenschutz und die Persönlichkeitsrechte informiert wurde und </w:t>
      </w:r>
      <w:r>
        <w:rPr>
          <w:rFonts w:ascii="Arial" w:hAnsi="Arial" w:cs="Arial"/>
          <w:sz w:val="20"/>
          <w:szCs w:val="20"/>
        </w:rPr>
        <w:t xml:space="preserve">ich </w:t>
      </w:r>
      <w:r w:rsidRPr="00464DBF">
        <w:rPr>
          <w:rFonts w:ascii="Arial" w:hAnsi="Arial" w:cs="Arial"/>
          <w:sz w:val="20"/>
          <w:szCs w:val="20"/>
        </w:rPr>
        <w:t>den sich daraus ergebenden Rechten und Pflichten sowie der Verarbeitung meiner Daten zustimme.</w:t>
      </w:r>
      <w:r>
        <w:rPr>
          <w:rFonts w:ascii="Arial" w:hAnsi="Arial" w:cs="Arial"/>
          <w:sz w:val="20"/>
          <w:szCs w:val="20"/>
        </w:rPr>
        <w:t xml:space="preserve"> </w:t>
      </w:r>
      <w:r w:rsidR="00A772D2">
        <w:rPr>
          <w:rFonts w:ascii="Arial" w:hAnsi="Arial" w:cs="Arial"/>
          <w:sz w:val="20"/>
        </w:rPr>
        <w:t>Ich bin berechtigt, mein Einverständnis zur Nutzung meiner personengebundenen Daten zu widerrufen. Das führt zur Löschung meiner Daten und der Beendigung meine Mitgliedschaft.</w:t>
      </w:r>
      <w:r w:rsidR="00B74FF3">
        <w:rPr>
          <w:rFonts w:ascii="Arial" w:hAnsi="Arial" w:cs="Arial"/>
          <w:sz w:val="20"/>
        </w:rPr>
        <w:t xml:space="preserve"> </w:t>
      </w:r>
    </w:p>
    <w:p w14:paraId="546F52D6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14:paraId="4DC9AE9D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  <w:sz w:val="20"/>
        </w:rPr>
        <w:t>*Bei Minderjährigen Unterschrift des gesetzlichen Vertreters.</w:t>
      </w:r>
    </w:p>
    <w:p w14:paraId="4D3C92D4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7D9A808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4100CA7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</w:t>
      </w:r>
    </w:p>
    <w:p w14:paraId="56C24306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 w:rsidRPr="003B7666">
        <w:rPr>
          <w:rFonts w:ascii="Arial" w:hAnsi="Arial" w:cs="Arial"/>
          <w:sz w:val="16"/>
          <w:szCs w:val="16"/>
        </w:rPr>
        <w:t>Ort, Datum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B7666">
        <w:rPr>
          <w:rFonts w:ascii="Arial" w:hAnsi="Arial" w:cs="Arial"/>
          <w:sz w:val="16"/>
          <w:szCs w:val="16"/>
        </w:rPr>
        <w:t>Unterschrift</w:t>
      </w:r>
    </w:p>
    <w:p w14:paraId="75922DA5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3EE0570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_ _ _ _ _ _ _ _ _ _ _ _ _ _ _ _ _ _ _ _ _ _ _ _ _ _ _ _ _ _ _ _ _ _ _ _ _ _ _ _ _ _ _ _ _ </w:t>
      </w:r>
    </w:p>
    <w:p w14:paraId="5D533BC7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D2933EF" w14:textId="77777777" w:rsidR="00170435" w:rsidRDefault="00D80553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896DF4" wp14:editId="704C1310">
                <wp:simplePos x="0" y="0"/>
                <wp:positionH relativeFrom="column">
                  <wp:posOffset>3686175</wp:posOffset>
                </wp:positionH>
                <wp:positionV relativeFrom="paragraph">
                  <wp:posOffset>18415</wp:posOffset>
                </wp:positionV>
                <wp:extent cx="114300" cy="114300"/>
                <wp:effectExtent l="5080" t="13335" r="1397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17CDA" id="Rectangle 8" o:spid="_x0000_s1026" style="position:absolute;margin-left:290.25pt;margin-top:1.4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"/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843C75" wp14:editId="391020DB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</wp:posOffset>
                </wp:positionV>
                <wp:extent cx="114300" cy="114300"/>
                <wp:effectExtent l="5080" t="13335" r="13970" b="571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B2271" id="Rectangle 7" o:spid="_x0000_s1026" style="position:absolute;margin-left:2in;margin-top:1.45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"/>
            </w:pict>
          </mc:Fallback>
        </mc:AlternateContent>
      </w:r>
      <w:r w:rsidR="00170435">
        <w:rPr>
          <w:rFonts w:ascii="Arial" w:hAnsi="Arial" w:cs="Arial"/>
        </w:rPr>
        <w:t>Aufgenommen als</w:t>
      </w:r>
      <w:r w:rsidR="003B7666">
        <w:rPr>
          <w:rFonts w:ascii="Arial" w:hAnsi="Arial" w:cs="Arial"/>
        </w:rPr>
        <w:t>:</w:t>
      </w:r>
      <w:r w:rsidR="00170435">
        <w:rPr>
          <w:rFonts w:ascii="Arial" w:hAnsi="Arial" w:cs="Arial"/>
        </w:rPr>
        <w:t xml:space="preserve"> </w:t>
      </w:r>
      <w:r w:rsidR="00170435">
        <w:rPr>
          <w:rFonts w:ascii="Arial" w:hAnsi="Arial" w:cs="Arial"/>
        </w:rPr>
        <w:tab/>
      </w:r>
      <w:r w:rsidR="00170435">
        <w:rPr>
          <w:rFonts w:ascii="Arial" w:hAnsi="Arial" w:cs="Arial"/>
        </w:rPr>
        <w:tab/>
      </w:r>
      <w:r w:rsidR="003B7666">
        <w:rPr>
          <w:rFonts w:ascii="Arial" w:hAnsi="Arial" w:cs="Arial"/>
        </w:rPr>
        <w:t xml:space="preserve">     ak</w:t>
      </w:r>
      <w:r w:rsidR="00170435">
        <w:rPr>
          <w:rFonts w:ascii="Arial" w:hAnsi="Arial" w:cs="Arial"/>
        </w:rPr>
        <w:t>tives Mitglied</w:t>
      </w:r>
      <w:r w:rsidR="003B7666">
        <w:rPr>
          <w:rFonts w:ascii="Arial" w:hAnsi="Arial" w:cs="Arial"/>
        </w:rPr>
        <w:tab/>
      </w:r>
      <w:r w:rsidR="003B7666">
        <w:rPr>
          <w:rFonts w:ascii="Arial" w:hAnsi="Arial" w:cs="Arial"/>
        </w:rPr>
        <w:tab/>
        <w:t xml:space="preserve">      passives Mitglied</w:t>
      </w:r>
      <w:r w:rsidR="00170435">
        <w:rPr>
          <w:rFonts w:ascii="Arial" w:hAnsi="Arial" w:cs="Arial"/>
        </w:rPr>
        <w:tab/>
      </w:r>
      <w:r w:rsidR="00170435">
        <w:rPr>
          <w:rFonts w:ascii="Arial" w:hAnsi="Arial" w:cs="Arial"/>
        </w:rPr>
        <w:tab/>
      </w:r>
    </w:p>
    <w:p w14:paraId="10BA2E38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18BDE61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Aufnahmedatum:</w:t>
      </w:r>
      <w:r w:rsidR="003B7666">
        <w:rPr>
          <w:rFonts w:ascii="Arial" w:hAnsi="Arial" w:cs="Arial"/>
        </w:rPr>
        <w:tab/>
      </w:r>
      <w:r w:rsidR="003B7666">
        <w:rPr>
          <w:rFonts w:ascii="Arial" w:hAnsi="Arial" w:cs="Arial"/>
        </w:rPr>
        <w:tab/>
      </w:r>
      <w:r>
        <w:rPr>
          <w:rFonts w:ascii="Arial" w:hAnsi="Arial" w:cs="Arial"/>
        </w:rPr>
        <w:t>______________</w:t>
      </w:r>
    </w:p>
    <w:p w14:paraId="7DDF0660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0049A97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8"/>
        </w:rPr>
      </w:pPr>
      <w:r>
        <w:rPr>
          <w:rFonts w:ascii="Arial" w:hAnsi="Arial" w:cs="Arial"/>
        </w:rPr>
        <w:t>Mitgliedsnummer:</w:t>
      </w:r>
      <w:r w:rsidR="003B7666">
        <w:rPr>
          <w:rFonts w:ascii="Arial" w:hAnsi="Arial" w:cs="Arial"/>
        </w:rPr>
        <w:tab/>
      </w:r>
      <w:r w:rsidR="003B766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______________  </w:t>
      </w:r>
    </w:p>
    <w:p w14:paraId="7BAB8DA9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8"/>
        </w:rPr>
      </w:pPr>
    </w:p>
    <w:p w14:paraId="7F668181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8"/>
        </w:rPr>
      </w:pPr>
    </w:p>
    <w:p w14:paraId="1A832E79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8"/>
        </w:rPr>
      </w:pPr>
    </w:p>
    <w:p w14:paraId="359A8E22" w14:textId="77777777" w:rsidR="00170435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54B6E58" w14:textId="77777777" w:rsidR="00170435" w:rsidRPr="003B7666" w:rsidRDefault="00170435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  <w:szCs w:val="18"/>
        </w:rPr>
      </w:pPr>
      <w:r w:rsidRPr="003B7666">
        <w:rPr>
          <w:rFonts w:ascii="Arial" w:hAnsi="Arial" w:cs="Arial"/>
          <w:sz w:val="18"/>
          <w:szCs w:val="18"/>
        </w:rPr>
        <w:t xml:space="preserve">      </w:t>
      </w:r>
      <w:r w:rsidR="003B7666" w:rsidRPr="003B7666">
        <w:rPr>
          <w:rFonts w:ascii="Arial" w:hAnsi="Arial" w:cs="Arial"/>
          <w:sz w:val="18"/>
          <w:szCs w:val="18"/>
        </w:rPr>
        <w:t xml:space="preserve">       </w:t>
      </w:r>
      <w:r w:rsidRPr="003B7666">
        <w:rPr>
          <w:rFonts w:ascii="Arial" w:hAnsi="Arial" w:cs="Arial"/>
          <w:sz w:val="18"/>
          <w:szCs w:val="18"/>
        </w:rPr>
        <w:t xml:space="preserve"> </w:t>
      </w:r>
      <w:r w:rsidR="003B7666">
        <w:rPr>
          <w:rFonts w:ascii="Arial" w:hAnsi="Arial" w:cs="Arial"/>
          <w:sz w:val="18"/>
          <w:szCs w:val="18"/>
        </w:rPr>
        <w:t xml:space="preserve">         </w:t>
      </w:r>
      <w:r w:rsidRPr="003B7666">
        <w:rPr>
          <w:rFonts w:ascii="Arial" w:hAnsi="Arial" w:cs="Arial"/>
          <w:sz w:val="18"/>
          <w:szCs w:val="18"/>
        </w:rPr>
        <w:t>Unterschrift</w:t>
      </w:r>
      <w:r w:rsidR="003B7666">
        <w:rPr>
          <w:rFonts w:ascii="Arial" w:hAnsi="Arial" w:cs="Arial"/>
          <w:sz w:val="18"/>
          <w:szCs w:val="18"/>
        </w:rPr>
        <w:t xml:space="preserve"> </w:t>
      </w:r>
    </w:p>
    <w:sectPr w:rsidR="00170435" w:rsidRPr="003B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BA344" w14:textId="77777777" w:rsidR="00951A0E" w:rsidRDefault="00951A0E">
      <w:r>
        <w:separator/>
      </w:r>
    </w:p>
  </w:endnote>
  <w:endnote w:type="continuationSeparator" w:id="0">
    <w:p w14:paraId="76108993" w14:textId="77777777" w:rsidR="00951A0E" w:rsidRDefault="009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0AFE" w14:textId="77777777" w:rsidR="00B93600" w:rsidRDefault="00B936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9959" w14:textId="6B5CEE14" w:rsidR="00B93600" w:rsidRDefault="00B93600">
    <w:pPr>
      <w:pStyle w:val="Fuzeile"/>
      <w:rPr>
        <w:rFonts w:asciiTheme="minorHAnsi" w:hAnsiTheme="minorHAnsi" w:cstheme="minorHAnsi"/>
        <w:sz w:val="16"/>
        <w:szCs w:val="16"/>
      </w:rPr>
    </w:pPr>
  </w:p>
  <w:p w14:paraId="672669A1" w14:textId="6188B9E8" w:rsidR="00492793" w:rsidRDefault="00492793">
    <w:pPr>
      <w:pStyle w:val="Fuzeile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Aufnahmeantrag_20</w:t>
    </w:r>
    <w:r w:rsidR="0048545C">
      <w:rPr>
        <w:rFonts w:asciiTheme="minorHAnsi" w:hAnsiTheme="minorHAnsi" w:cstheme="minorHAnsi"/>
        <w:sz w:val="16"/>
        <w:szCs w:val="16"/>
      </w:rPr>
      <w:t>22</w:t>
    </w:r>
    <w:r>
      <w:rPr>
        <w:rFonts w:asciiTheme="minorHAnsi" w:hAnsiTheme="minorHAnsi" w:cstheme="minorHAnsi"/>
        <w:sz w:val="16"/>
        <w:szCs w:val="16"/>
      </w:rPr>
      <w:t xml:space="preserve">.docx / </w:t>
    </w:r>
    <w:r w:rsidR="0048545C">
      <w:rPr>
        <w:rFonts w:asciiTheme="minorHAnsi" w:hAnsiTheme="minorHAnsi" w:cstheme="minorHAnsi"/>
        <w:sz w:val="16"/>
        <w:szCs w:val="16"/>
      </w:rPr>
      <w:t>20220916</w:t>
    </w:r>
  </w:p>
  <w:p w14:paraId="5550E28E" w14:textId="77777777" w:rsidR="0048545C" w:rsidRPr="00B93600" w:rsidRDefault="0048545C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49B3" w14:textId="77777777" w:rsidR="00B93600" w:rsidRDefault="00B936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361C" w14:textId="77777777" w:rsidR="00951A0E" w:rsidRDefault="00951A0E">
      <w:r>
        <w:separator/>
      </w:r>
    </w:p>
  </w:footnote>
  <w:footnote w:type="continuationSeparator" w:id="0">
    <w:p w14:paraId="7F635CBE" w14:textId="77777777" w:rsidR="00951A0E" w:rsidRDefault="00951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2269" w14:textId="77777777" w:rsidR="00B93600" w:rsidRDefault="00B936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0"/>
      <w:gridCol w:w="1762"/>
    </w:tblGrid>
    <w:tr w:rsidR="00170435" w14:paraId="0B5931B5" w14:textId="77777777">
      <w:tc>
        <w:tcPr>
          <w:tcW w:w="7450" w:type="dxa"/>
        </w:tcPr>
        <w:p w14:paraId="17E5919B" w14:textId="77777777" w:rsidR="00170435" w:rsidRDefault="00170435"/>
        <w:p w14:paraId="5D0F98C3" w14:textId="77777777" w:rsidR="00170435" w:rsidRDefault="00170435"/>
        <w:tbl>
          <w:tblPr>
            <w:tblW w:w="0" w:type="auto"/>
            <w:tbl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insideH w:val="single" w:sz="4" w:space="0" w:color="FFFFFF"/>
              <w:insideV w:val="single" w:sz="4" w:space="0" w:color="FFFFFF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115"/>
          </w:tblGrid>
          <w:tr w:rsidR="00170435" w14:paraId="7F06D40C" w14:textId="77777777">
            <w:tc>
              <w:tcPr>
                <w:tcW w:w="6115" w:type="dxa"/>
              </w:tcPr>
              <w:p w14:paraId="3A64462F" w14:textId="77777777" w:rsidR="00170435" w:rsidRDefault="00170435">
                <w:pPr>
                  <w:pStyle w:val="Kopfzeile"/>
                  <w:rPr>
                    <w:rFonts w:ascii="Arial Narrow" w:hAnsi="Arial Narrow"/>
                    <w:b/>
                    <w:bCs/>
                    <w:sz w:val="40"/>
                  </w:rPr>
                </w:pPr>
                <w:r>
                  <w:rPr>
                    <w:rFonts w:ascii="Arial Narrow" w:hAnsi="Arial Narrow"/>
                    <w:b/>
                    <w:bCs/>
                    <w:sz w:val="40"/>
                  </w:rPr>
                  <w:t xml:space="preserve">Anglerverein Forst-Süd e.V. </w:t>
                </w:r>
              </w:p>
              <w:p w14:paraId="33E54EA5" w14:textId="77777777" w:rsidR="00170435" w:rsidRDefault="00170435">
                <w:pPr>
                  <w:pStyle w:val="Kopfzeile"/>
                  <w:rPr>
                    <w:rFonts w:ascii="Arial Narrow" w:hAnsi="Arial Narrow"/>
                    <w:b/>
                    <w:bCs/>
                  </w:rPr>
                </w:pPr>
                <w:r>
                  <w:rPr>
                    <w:rFonts w:ascii="Arial Narrow" w:hAnsi="Arial Narrow"/>
                    <w:b/>
                    <w:bCs/>
                  </w:rPr>
                  <w:t>im Kreisanglerverband Forst e.V.</w:t>
                </w:r>
              </w:p>
            </w:tc>
          </w:tr>
        </w:tbl>
        <w:p w14:paraId="4401D4D5" w14:textId="77777777" w:rsidR="00170435" w:rsidRDefault="00170435">
          <w:pPr>
            <w:pStyle w:val="Kopfzeile"/>
          </w:pPr>
        </w:p>
      </w:tc>
      <w:tc>
        <w:tcPr>
          <w:tcW w:w="1762" w:type="dxa"/>
        </w:tcPr>
        <w:p w14:paraId="154ECE9E" w14:textId="77777777" w:rsidR="00170435" w:rsidRDefault="00170435">
          <w:pPr>
            <w:pStyle w:val="Kopfzeile"/>
          </w:pPr>
          <w:r>
            <w:rPr>
              <w:b/>
              <w:bCs/>
              <w:sz w:val="32"/>
            </w:rPr>
            <w:t xml:space="preserve">  </w:t>
          </w:r>
          <w:r w:rsidR="00D80553">
            <w:rPr>
              <w:b/>
              <w:bCs/>
              <w:noProof/>
              <w:sz w:val="32"/>
            </w:rPr>
            <w:drawing>
              <wp:inline distT="0" distB="0" distL="0" distR="0" wp14:anchorId="4BE42F1D" wp14:editId="0BF039D7">
                <wp:extent cx="885825" cy="1143000"/>
                <wp:effectExtent l="0" t="0" r="0" b="0"/>
                <wp:docPr id="1" name="Bild 1" descr="wappen_he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appen_hell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D4A9F8" w14:textId="77777777" w:rsidR="00170435" w:rsidRDefault="001704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4228" w14:textId="77777777" w:rsidR="00B93600" w:rsidRDefault="00B936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66"/>
    <w:rsid w:val="000F747C"/>
    <w:rsid w:val="001009FE"/>
    <w:rsid w:val="00170435"/>
    <w:rsid w:val="003B7666"/>
    <w:rsid w:val="00410A03"/>
    <w:rsid w:val="00464DBF"/>
    <w:rsid w:val="0048545C"/>
    <w:rsid w:val="00486AA4"/>
    <w:rsid w:val="00492793"/>
    <w:rsid w:val="005A1504"/>
    <w:rsid w:val="00951A0E"/>
    <w:rsid w:val="00A772D2"/>
    <w:rsid w:val="00B324F6"/>
    <w:rsid w:val="00B74FF3"/>
    <w:rsid w:val="00B93600"/>
    <w:rsid w:val="00BD2C43"/>
    <w:rsid w:val="00C5721B"/>
    <w:rsid w:val="00D80553"/>
    <w:rsid w:val="00D90265"/>
    <w:rsid w:val="00EB6ED9"/>
    <w:rsid w:val="00E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73216"/>
  <w15:chartTrackingRefBased/>
  <w15:docId w15:val="{2BE3C8C1-5C95-46AA-ACFA-27016D21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enter%20Niewiadomski\Anwendungsdaten\Microsoft\Vorlagen\Forst-Sued_allg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Forst-Sued_allg.dot</Template>
  <TotalTime>0</TotalTime>
  <Pages>1</Pages>
  <Words>266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Aufnahmeantrag / Ummeldeantrag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Aufnahmeantrag / Ummeldeantrag</dc:title>
  <dc:subject/>
  <dc:creator>Guenter Niewiadomski</dc:creator>
  <cp:keywords/>
  <cp:lastModifiedBy>Günter Niewiadomski</cp:lastModifiedBy>
  <cp:revision>5</cp:revision>
  <cp:lastPrinted>2018-10-02T08:46:00Z</cp:lastPrinted>
  <dcterms:created xsi:type="dcterms:W3CDTF">2018-10-02T08:56:00Z</dcterms:created>
  <dcterms:modified xsi:type="dcterms:W3CDTF">2022-09-15T08:31:00Z</dcterms:modified>
</cp:coreProperties>
</file>